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52FEBB7E" w14:textId="77777777" w:rsidR="00AD6A9B" w:rsidRPr="000032C3" w:rsidRDefault="00AD6A9B" w:rsidP="00AD6A9B">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116BBE2C"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Pr>
          <w:rFonts w:ascii="Arial" w:hAnsi="Arial" w:cs="Arial"/>
          <w:spacing w:val="0"/>
          <w:sz w:val="16"/>
        </w:rPr>
        <w:t>02</w:t>
      </w:r>
      <w:r w:rsidRPr="000032C3">
        <w:rPr>
          <w:rFonts w:ascii="Arial" w:hAnsi="Arial" w:cs="Arial"/>
          <w:spacing w:val="0"/>
          <w:sz w:val="16"/>
        </w:rPr>
        <w:t>.</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Pr>
          <w:rFonts w:ascii="Arial" w:hAnsi="Arial" w:cs="Arial"/>
          <w:noProof/>
          <w:spacing w:val="0"/>
          <w:sz w:val="16"/>
        </w:rPr>
        <w:t>01</w:t>
      </w:r>
      <w:r w:rsidRPr="000032C3">
        <w:rPr>
          <w:rFonts w:ascii="Arial" w:hAnsi="Arial" w:cs="Arial"/>
          <w:noProof/>
          <w:spacing w:val="0"/>
          <w:sz w:val="16"/>
        </w:rPr>
        <w:t> </w:t>
      </w:r>
      <w:r w:rsidRPr="000032C3">
        <w:rPr>
          <w:rFonts w:ascii="Arial" w:hAnsi="Arial" w:cs="Arial"/>
          <w:spacing w:val="0"/>
          <w:sz w:val="16"/>
        </w:rPr>
        <w:fldChar w:fldCharType="end"/>
      </w:r>
      <w:r w:rsidRPr="000032C3">
        <w:rPr>
          <w:rFonts w:ascii="Arial" w:hAnsi="Arial" w:cs="Arial"/>
          <w:spacing w:val="0"/>
          <w:sz w:val="16"/>
        </w:rPr>
        <w:t>.</w:t>
      </w:r>
      <w:bookmarkStart w:id="1" w:name="Text45"/>
      <w:r>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6D6B58F3"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4A40609B"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Pr>
          <w:rFonts w:ascii="Arial" w:hAnsi="Arial" w:cs="Arial"/>
          <w:spacing w:val="0"/>
          <w:sz w:val="16"/>
        </w:rPr>
        <w:t>31.12.2023</w:t>
      </w:r>
    </w:p>
    <w:p w14:paraId="22C6FDBE"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Heading1"/>
        <w:rPr>
          <w:bCs/>
          <w:kern w:val="0"/>
          <w:szCs w:val="24"/>
        </w:r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57F91F16"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A664B2">
        <w:rPr>
          <w:bCs/>
          <w:szCs w:val="24"/>
        </w:rPr>
        <w:t>2022/313</w:t>
      </w:r>
    </w:p>
    <w:p w14:paraId="45305926" w14:textId="77777777" w:rsidR="006E0604" w:rsidRPr="00471A69" w:rsidRDefault="006E0604" w:rsidP="001E5038">
      <w:pPr>
        <w:rPr>
          <w:szCs w:val="24"/>
        </w:rPr>
      </w:pPr>
    </w:p>
    <w:p w14:paraId="6AD8EE5A" w14:textId="026D6B9A" w:rsidR="006E0604" w:rsidRPr="00471A69" w:rsidRDefault="00471A69" w:rsidP="00471A69">
      <w:pPr>
        <w:pStyle w:val="Heading1"/>
        <w:ind w:left="4080" w:firstLine="680"/>
        <w:jc w:val="right"/>
        <w:rPr>
          <w:b w:val="0"/>
          <w:bCs/>
          <w:kern w:val="0"/>
          <w:szCs w:val="24"/>
        </w:rPr>
      </w:pPr>
      <w:r>
        <w:rPr>
          <w:b w:val="0"/>
          <w:bCs/>
          <w:kern w:val="0"/>
          <w:szCs w:val="24"/>
        </w:rPr>
        <w:t xml:space="preserve">(hiliseima digitaalallkirja </w:t>
      </w:r>
      <w:proofErr w:type="spellStart"/>
      <w:r>
        <w:rPr>
          <w:b w:val="0"/>
          <w:bCs/>
          <w:kern w:val="0"/>
          <w:szCs w:val="24"/>
        </w:rPr>
        <w:t>kuupäv</w:t>
      </w:r>
      <w:proofErr w:type="spellEnd"/>
      <w:r>
        <w:rPr>
          <w:b w:val="0"/>
          <w:bCs/>
          <w:kern w:val="0"/>
          <w:szCs w:val="24"/>
        </w:rPr>
        <w:t>)</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8" w:name="OLE_LINK1"/>
      <w:r w:rsidRPr="00A60946">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345"/>
        <w:gridCol w:w="2833"/>
      </w:tblGrid>
      <w:tr w:rsidR="00471A69" w:rsidRPr="00A60946" w14:paraId="1650C18F" w14:textId="77777777" w:rsidTr="001B6EBE">
        <w:tc>
          <w:tcPr>
            <w:tcW w:w="1379" w:type="pct"/>
          </w:tcPr>
          <w:p w14:paraId="16E7374E" w14:textId="77777777" w:rsidR="00471A69" w:rsidRPr="00A60946" w:rsidRDefault="00471A69" w:rsidP="00002ED5">
            <w:pPr>
              <w:pStyle w:val="CommentText"/>
              <w:rPr>
                <w:bCs/>
                <w:sz w:val="24"/>
                <w:szCs w:val="24"/>
              </w:rPr>
            </w:pPr>
            <w:r w:rsidRPr="00A60946">
              <w:rPr>
                <w:bCs/>
                <w:sz w:val="24"/>
                <w:szCs w:val="24"/>
              </w:rPr>
              <w:t xml:space="preserve">Riigimetsa Majandamise Keskus (RMK) </w:t>
            </w:r>
          </w:p>
        </w:tc>
        <w:tc>
          <w:tcPr>
            <w:tcW w:w="2192" w:type="pct"/>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proofErr w:type="spellStart"/>
            <w:r w:rsidR="005A66FC" w:rsidRPr="001A6691">
              <w:rPr>
                <w:szCs w:val="24"/>
              </w:rPr>
              <w:t>Sagadi</w:t>
            </w:r>
            <w:proofErr w:type="spellEnd"/>
            <w:r w:rsidR="005A66FC" w:rsidRPr="001A6691">
              <w:rPr>
                <w:szCs w:val="24"/>
              </w:rPr>
              <w:t xml:space="preserve"> küla, Haljala vald</w:t>
            </w:r>
          </w:p>
          <w:p w14:paraId="7EBD152E" w14:textId="62A06682" w:rsidR="00471A69" w:rsidRPr="00A60946" w:rsidRDefault="005A66FC" w:rsidP="005A66FC">
            <w:pPr>
              <w:rPr>
                <w:szCs w:val="24"/>
              </w:rPr>
            </w:pPr>
            <w:r w:rsidRPr="001A6691">
              <w:rPr>
                <w:szCs w:val="24"/>
              </w:rPr>
              <w:t>45403 Lääne-Viru maakond</w:t>
            </w:r>
          </w:p>
        </w:tc>
        <w:tc>
          <w:tcPr>
            <w:tcW w:w="1428" w:type="pct"/>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551A01"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AD6A9B" w:rsidRPr="00B7669C" w14:paraId="0A1C5DE9" w14:textId="77777777" w:rsidTr="001B6EBE">
        <w:tc>
          <w:tcPr>
            <w:tcW w:w="1379" w:type="pct"/>
          </w:tcPr>
          <w:p w14:paraId="331E40AD" w14:textId="4E5857E2" w:rsidR="00AD6A9B" w:rsidRPr="00B7669C" w:rsidRDefault="00AD6A9B" w:rsidP="00AD6A9B">
            <w:pPr>
              <w:rPr>
                <w:bCs/>
                <w:szCs w:val="24"/>
              </w:rPr>
            </w:pPr>
            <w:r w:rsidRPr="00DF353B">
              <w:rPr>
                <w:bCs/>
                <w:szCs w:val="24"/>
              </w:rPr>
              <w:t>RMK Puiduturustusosakonna turustusspetsialist MartEnel</w:t>
            </w:r>
          </w:p>
        </w:tc>
        <w:tc>
          <w:tcPr>
            <w:tcW w:w="2192" w:type="pct"/>
          </w:tcPr>
          <w:p w14:paraId="6D3D722C" w14:textId="0E8BDD7E" w:rsidR="00AD6A9B" w:rsidRPr="00B7669C" w:rsidRDefault="00AD6A9B" w:rsidP="00AD6A9B">
            <w:pPr>
              <w:rPr>
                <w:bCs/>
                <w:szCs w:val="24"/>
              </w:rPr>
            </w:pPr>
            <w:r w:rsidRPr="00DF353B">
              <w:rPr>
                <w:bCs/>
                <w:szCs w:val="24"/>
              </w:rPr>
              <w:t>37203152761</w:t>
            </w:r>
          </w:p>
        </w:tc>
        <w:tc>
          <w:tcPr>
            <w:tcW w:w="1428" w:type="pct"/>
          </w:tcPr>
          <w:p w14:paraId="39B7CB9E" w14:textId="77777777" w:rsidR="00AD6A9B" w:rsidRPr="00DF353B" w:rsidRDefault="00AD6A9B" w:rsidP="00AD6A9B">
            <w:pPr>
              <w:rPr>
                <w:bCs/>
                <w:szCs w:val="24"/>
              </w:rPr>
            </w:pPr>
            <w:r w:rsidRPr="00DF353B">
              <w:rPr>
                <w:bCs/>
                <w:szCs w:val="24"/>
              </w:rPr>
              <w:t>Tel. 526 3392</w:t>
            </w:r>
          </w:p>
          <w:p w14:paraId="695201CF" w14:textId="5B0B3946" w:rsidR="00AD6A9B" w:rsidRPr="00B7669C" w:rsidRDefault="00551A01" w:rsidP="00AD6A9B">
            <w:pPr>
              <w:rPr>
                <w:bCs/>
                <w:szCs w:val="24"/>
              </w:rPr>
            </w:pPr>
            <w:hyperlink r:id="rId13" w:history="1">
              <w:r w:rsidR="00AD6A9B" w:rsidRPr="00B7669C">
                <w:t>mart.enel@rmk.ee</w:t>
              </w:r>
            </w:hyperlink>
            <w:r w:rsidR="00AD6A9B">
              <w:rPr>
                <w:bCs/>
                <w:szCs w:val="24"/>
              </w:rPr>
              <w:t xml:space="preserve"> </w:t>
            </w:r>
          </w:p>
        </w:tc>
      </w:tr>
      <w:tr w:rsidR="00471A69" w:rsidRPr="00B7669C" w14:paraId="501C094E" w14:textId="77777777" w:rsidTr="001B6EBE">
        <w:trPr>
          <w:cantSplit/>
        </w:trPr>
        <w:tc>
          <w:tcPr>
            <w:tcW w:w="5000" w:type="pct"/>
            <w:gridSpan w:val="3"/>
          </w:tcPr>
          <w:p w14:paraId="7D4B62D9" w14:textId="366CEAE9" w:rsidR="00471A69" w:rsidRPr="00B7669C" w:rsidRDefault="00471A69" w:rsidP="00301C69">
            <w:pPr>
              <w:rPr>
                <w:bCs/>
                <w:szCs w:val="24"/>
              </w:rPr>
            </w:pPr>
            <w:r w:rsidRPr="00B7669C">
              <w:rPr>
                <w:bCs/>
                <w:szCs w:val="24"/>
              </w:rPr>
              <w:t>Esindusõigus tuleneb (voli</w:t>
            </w:r>
            <w:r w:rsidR="00301C69" w:rsidRPr="00B7669C">
              <w:rPr>
                <w:bCs/>
                <w:szCs w:val="24"/>
              </w:rPr>
              <w:t xml:space="preserve">tamise alus): RMK juhatuse </w:t>
            </w:r>
            <w:r w:rsidRPr="00B7669C">
              <w:rPr>
                <w:bCs/>
                <w:szCs w:val="24"/>
              </w:rPr>
              <w:t>e</w:t>
            </w:r>
            <w:r w:rsidR="00301C69" w:rsidRPr="00B7669C">
              <w:rPr>
                <w:bCs/>
                <w:szCs w:val="24"/>
              </w:rPr>
              <w:t>simehe</w:t>
            </w:r>
            <w:r w:rsidRPr="00B7669C">
              <w:rPr>
                <w:bCs/>
                <w:szCs w:val="24"/>
              </w:rPr>
              <w:t xml:space="preserve"> </w:t>
            </w:r>
            <w:r w:rsidR="00301C69" w:rsidRPr="00B7669C">
              <w:rPr>
                <w:bCs/>
                <w:szCs w:val="24"/>
              </w:rPr>
              <w:t>0</w:t>
            </w:r>
            <w:sdt>
              <w:sdtPr>
                <w:rPr>
                  <w:bCs/>
                  <w:szCs w:val="24"/>
                </w:rPr>
                <w:id w:val="-203568576"/>
                <w:placeholder>
                  <w:docPart w:val="7E684AFE72D74DF1BA9A3F9BE60F255A"/>
                </w:placeholder>
                <w:date w:fullDate="2016-08-05T00:00:00Z">
                  <w:dateFormat w:val="d.MM.yyyy"/>
                  <w:lid w:val="et-EE"/>
                  <w:storeMappedDataAs w:val="dateTime"/>
                  <w:calendar w:val="gregorian"/>
                </w:date>
              </w:sdtPr>
              <w:sdtEndPr/>
              <w:sdtContent>
                <w:r w:rsidR="001F0175" w:rsidRPr="00B7669C">
                  <w:rPr>
                    <w:bCs/>
                    <w:szCs w:val="24"/>
                  </w:rPr>
                  <w:t>5.08.2016</w:t>
                </w:r>
              </w:sdtContent>
            </w:sdt>
            <w:r w:rsidRPr="00B7669C">
              <w:rPr>
                <w:bCs/>
                <w:szCs w:val="24"/>
              </w:rPr>
              <w:t xml:space="preserve"> käskkiri nr </w:t>
            </w:r>
            <w:r w:rsidR="00301C69">
              <w:rPr>
                <w:bCs/>
                <w:szCs w:val="24"/>
              </w:rPr>
              <w:t>1-5/91</w:t>
            </w:r>
          </w:p>
        </w:tc>
      </w:tr>
    </w:tbl>
    <w:p w14:paraId="5E9DD385" w14:textId="77777777" w:rsidR="00471A69" w:rsidRPr="00B7669C" w:rsidRDefault="00471A69" w:rsidP="00471A69">
      <w:pPr>
        <w:rPr>
          <w:bCs/>
          <w:szCs w:val="24"/>
        </w:rPr>
      </w:pPr>
    </w:p>
    <w:p w14:paraId="67C87B84" w14:textId="77777777" w:rsidR="00471A69" w:rsidRPr="00B7669C" w:rsidRDefault="00471A69" w:rsidP="00471A69">
      <w:pPr>
        <w:rPr>
          <w:b/>
          <w:bCs/>
          <w:szCs w:val="24"/>
        </w:rPr>
      </w:pPr>
      <w:r w:rsidRPr="00B7669C">
        <w:rPr>
          <w:b/>
          <w:bCs/>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9"/>
        <w:gridCol w:w="3538"/>
        <w:gridCol w:w="3214"/>
      </w:tblGrid>
      <w:tr w:rsidR="005C24F2" w:rsidRPr="00B7669C" w14:paraId="1CDE3CB7" w14:textId="77777777" w:rsidTr="005C24F2">
        <w:tc>
          <w:tcPr>
            <w:tcW w:w="1697" w:type="pct"/>
          </w:tcPr>
          <w:p w14:paraId="11376DDE" w14:textId="09045C48" w:rsidR="005C24F2" w:rsidRPr="00B7669C" w:rsidRDefault="00165570" w:rsidP="005C24F2">
            <w:pPr>
              <w:rPr>
                <w:bCs/>
                <w:szCs w:val="24"/>
              </w:rPr>
            </w:pPr>
            <w:r w:rsidRPr="00165570">
              <w:rPr>
                <w:bCs/>
                <w:szCs w:val="24"/>
              </w:rPr>
              <w:t>Teenuse Ekspert OÜ</w:t>
            </w:r>
          </w:p>
        </w:tc>
        <w:tc>
          <w:tcPr>
            <w:tcW w:w="1888" w:type="pct"/>
          </w:tcPr>
          <w:p w14:paraId="3A21A121" w14:textId="77777777" w:rsidR="00165570" w:rsidRPr="00165570" w:rsidRDefault="00165570" w:rsidP="00165570">
            <w:pPr>
              <w:rPr>
                <w:bCs/>
                <w:szCs w:val="24"/>
              </w:rPr>
            </w:pPr>
            <w:r w:rsidRPr="00165570">
              <w:rPr>
                <w:bCs/>
                <w:szCs w:val="24"/>
              </w:rPr>
              <w:t>Registrikood 16375593</w:t>
            </w:r>
          </w:p>
          <w:p w14:paraId="121658D7" w14:textId="372F44EF" w:rsidR="005C24F2" w:rsidRPr="00B7669C" w:rsidRDefault="00165570" w:rsidP="00165570">
            <w:pPr>
              <w:rPr>
                <w:bCs/>
                <w:szCs w:val="24"/>
              </w:rPr>
            </w:pPr>
            <w:r w:rsidRPr="00165570">
              <w:rPr>
                <w:bCs/>
                <w:szCs w:val="24"/>
              </w:rPr>
              <w:t>Kaasiku tn 14, 30503, Kohtla-Nõmme alev, Toila vald, Ida-Viru maakond</w:t>
            </w:r>
          </w:p>
        </w:tc>
        <w:tc>
          <w:tcPr>
            <w:tcW w:w="1415" w:type="pct"/>
          </w:tcPr>
          <w:p w14:paraId="522FB949" w14:textId="4BF36102" w:rsidR="005C24F2" w:rsidRPr="00B7669C" w:rsidRDefault="00D55BB5" w:rsidP="005C24F2">
            <w:pPr>
              <w:rPr>
                <w:bCs/>
                <w:szCs w:val="24"/>
              </w:rPr>
            </w:pPr>
            <w:r>
              <w:rPr>
                <w:bCs/>
                <w:szCs w:val="24"/>
              </w:rPr>
              <w:t xml:space="preserve">Tel   </w:t>
            </w:r>
            <w:r w:rsidR="00165570" w:rsidRPr="00165570">
              <w:rPr>
                <w:bCs/>
                <w:szCs w:val="24"/>
              </w:rPr>
              <w:t>56224797</w:t>
            </w:r>
          </w:p>
          <w:p w14:paraId="02A55C9A" w14:textId="14CB43EF" w:rsidR="005C24F2" w:rsidRPr="00B7669C" w:rsidRDefault="005C24F2" w:rsidP="005C24F2">
            <w:pPr>
              <w:rPr>
                <w:bCs/>
                <w:szCs w:val="24"/>
              </w:rPr>
            </w:pPr>
          </w:p>
        </w:tc>
      </w:tr>
      <w:tr w:rsidR="00471A69" w:rsidRPr="00B7669C" w14:paraId="50460C22" w14:textId="77777777" w:rsidTr="005C24F2">
        <w:tc>
          <w:tcPr>
            <w:tcW w:w="1697" w:type="pct"/>
          </w:tcPr>
          <w:p w14:paraId="14CBF7E0" w14:textId="4591517E" w:rsidR="00471A69" w:rsidRPr="00B7669C" w:rsidRDefault="00B7669C" w:rsidP="00002ED5">
            <w:pPr>
              <w:rPr>
                <w:bCs/>
                <w:szCs w:val="24"/>
              </w:rPr>
            </w:pPr>
            <w:r w:rsidRPr="00B7669C">
              <w:rPr>
                <w:bCs/>
                <w:szCs w:val="24"/>
              </w:rPr>
              <w:t xml:space="preserve">Juhatuse liige </w:t>
            </w:r>
            <w:r w:rsidR="00165570" w:rsidRPr="00165570">
              <w:rPr>
                <w:bCs/>
                <w:szCs w:val="24"/>
              </w:rPr>
              <w:t>Martin Kuusmann</w:t>
            </w:r>
          </w:p>
        </w:tc>
        <w:tc>
          <w:tcPr>
            <w:tcW w:w="1888" w:type="pct"/>
          </w:tcPr>
          <w:p w14:paraId="6FF10A1D" w14:textId="24160B2D" w:rsidR="00471A69" w:rsidRPr="00B7669C" w:rsidRDefault="00D55BB5" w:rsidP="00165570">
            <w:pPr>
              <w:rPr>
                <w:bCs/>
                <w:szCs w:val="24"/>
              </w:rPr>
            </w:pPr>
            <w:r w:rsidRPr="00D55BB5">
              <w:rPr>
                <w:bCs/>
                <w:szCs w:val="24"/>
              </w:rPr>
              <w:t>3</w:t>
            </w:r>
            <w:r w:rsidR="00165570">
              <w:rPr>
                <w:bCs/>
                <w:szCs w:val="24"/>
              </w:rPr>
              <w:t>8909252240</w:t>
            </w:r>
          </w:p>
        </w:tc>
        <w:tc>
          <w:tcPr>
            <w:tcW w:w="1415" w:type="pct"/>
          </w:tcPr>
          <w:p w14:paraId="0D1DEE27" w14:textId="2452BA8C" w:rsidR="00471A69" w:rsidRPr="00A60946" w:rsidRDefault="00165570" w:rsidP="00002ED5">
            <w:pPr>
              <w:rPr>
                <w:bCs/>
                <w:szCs w:val="24"/>
              </w:rPr>
            </w:pPr>
            <w:hyperlink r:id="rId14" w:history="1">
              <w:r w:rsidRPr="00900F24">
                <w:rPr>
                  <w:rStyle w:val="Hyperlink"/>
                </w:rPr>
                <w:t>teenuseekspertou@gmail.com</w:t>
              </w:r>
            </w:hyperlink>
            <w:r>
              <w:t xml:space="preserve"> </w:t>
            </w:r>
          </w:p>
        </w:tc>
      </w:tr>
      <w:tr w:rsidR="00471A69" w:rsidRPr="00B7669C" w14:paraId="4D9F911E" w14:textId="77777777" w:rsidTr="001B6EBE">
        <w:tblPrEx>
          <w:tblLook w:val="0000" w:firstRow="0" w:lastRow="0" w:firstColumn="0" w:lastColumn="0" w:noHBand="0" w:noVBand="0"/>
        </w:tblPrEx>
        <w:tc>
          <w:tcPr>
            <w:tcW w:w="5000" w:type="pct"/>
            <w:gridSpan w:val="3"/>
          </w:tcPr>
          <w:p w14:paraId="2A4C5682" w14:textId="484CA73F" w:rsidR="00471A69" w:rsidRPr="00A60946" w:rsidRDefault="00471A69" w:rsidP="00002ED5">
            <w:pPr>
              <w:rPr>
                <w:bCs/>
                <w:szCs w:val="24"/>
              </w:rPr>
            </w:pPr>
            <w:r w:rsidRPr="00A60946">
              <w:rPr>
                <w:bCs/>
                <w:szCs w:val="24"/>
              </w:rPr>
              <w:t xml:space="preserve">Esindusõigus tuleneb (volitamise alus): </w:t>
            </w:r>
            <w:r w:rsidR="00B7669C" w:rsidRPr="00B7669C">
              <w:rPr>
                <w:bCs/>
                <w:szCs w:val="24"/>
              </w:rPr>
              <w:t>ettevõtte põhikiri</w:t>
            </w:r>
          </w:p>
        </w:tc>
      </w:tr>
      <w:bookmarkEnd w:id="8"/>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6" w:history="1">
        <w:r w:rsidRPr="00C63431">
          <w:rPr>
            <w:rStyle w:val="Hyperlink"/>
            <w:szCs w:val="24"/>
          </w:rPr>
          <w:t>www.rmk.ee</w:t>
        </w:r>
      </w:hyperlink>
      <w:r w:rsidRPr="00C63431">
        <w:rPr>
          <w:szCs w:val="24"/>
        </w:rPr>
        <w:t xml:space="preserve"> </w:t>
      </w:r>
    </w:p>
    <w:p w14:paraId="1C8DE144" w14:textId="6391A596" w:rsidR="00C63431" w:rsidRDefault="006E0604" w:rsidP="00165570">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165570" w:rsidRPr="00165570">
        <w:rPr>
          <w:bCs/>
          <w:szCs w:val="24"/>
        </w:rPr>
        <w:t xml:space="preserve">Teenuse Ekspert OÜ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 xml:space="preserve">iseks. Avalduse kohaselt soovib </w:t>
      </w:r>
      <w:r w:rsidR="00165570" w:rsidRPr="00165570">
        <w:rPr>
          <w:bCs/>
          <w:szCs w:val="24"/>
        </w:rPr>
        <w:t xml:space="preserve">Teenuse Ekspert OÜ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lastRenderedPageBreak/>
        <w:t>o</w:t>
      </w:r>
      <w:r w:rsidR="00C705CC" w:rsidRPr="00C705CC">
        <w:rPr>
          <w:szCs w:val="24"/>
        </w:rPr>
        <w:t>stja kinnitab, et ta on</w:t>
      </w:r>
      <w:r w:rsidR="002C27E0" w:rsidRPr="00C705CC">
        <w:rPr>
          <w:szCs w:val="24"/>
        </w:rPr>
        <w:t xml:space="preserve"> küttepuitu Eestis puitkütuste (halud, </w:t>
      </w:r>
      <w:proofErr w:type="spellStart"/>
      <w:r w:rsidR="002C27E0" w:rsidRPr="00C705CC">
        <w:rPr>
          <w:szCs w:val="24"/>
        </w:rPr>
        <w:t>pellet</w:t>
      </w:r>
      <w:proofErr w:type="spellEnd"/>
      <w:r w:rsidR="002C27E0" w:rsidRPr="00C705CC">
        <w:rPr>
          <w:szCs w:val="24"/>
        </w:rPr>
        <w:t xml:space="preserve">,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t xml:space="preserve">puidukeemia, jmt) valmistamiseks kasutav ettevõtja või </w:t>
      </w:r>
      <w:r w:rsidR="00A951F4">
        <w:rPr>
          <w:szCs w:val="24"/>
        </w:rPr>
        <w:t>ostjaga</w:t>
      </w:r>
      <w:r w:rsidR="002C27E0" w:rsidRPr="00C705CC">
        <w:rPr>
          <w:szCs w:val="24"/>
        </w:rPr>
        <w:t xml:space="preserve"> samas kontsernis on 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53998CB5"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165570">
        <w:rPr>
          <w:noProof/>
          <w:color w:val="000000"/>
          <w:szCs w:val="24"/>
        </w:rPr>
        <w:t>Rausvere</w:t>
      </w:r>
      <w:r w:rsidR="00B7669C" w:rsidRPr="00B7669C">
        <w:rPr>
          <w:noProof/>
          <w:color w:val="000000"/>
          <w:szCs w:val="24"/>
        </w:rPr>
        <w:t xml:space="preserve"> </w:t>
      </w:r>
      <w:r w:rsidRPr="00471A69">
        <w:rPr>
          <w:szCs w:val="24"/>
        </w:rPr>
        <w:t>(</w:t>
      </w:r>
      <w:proofErr w:type="spellStart"/>
      <w:r w:rsidRPr="00471A69">
        <w:rPr>
          <w:szCs w:val="24"/>
        </w:rPr>
        <w:t>Incoterms</w:t>
      </w:r>
      <w:proofErr w:type="spellEnd"/>
      <w:r w:rsidRPr="00471A69">
        <w:rPr>
          <w:szCs w:val="24"/>
        </w:rPr>
        <w:t xml:space="preserve">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lastRenderedPageBreak/>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7"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w:t>
      </w:r>
      <w:proofErr w:type="spellStart"/>
      <w:r w:rsidR="00512176" w:rsidRPr="00471A69">
        <w:rPr>
          <w:szCs w:val="24"/>
        </w:rPr>
        <w:t>vmt</w:t>
      </w:r>
      <w:proofErr w:type="spellEnd"/>
      <w:r w:rsidR="00512176" w:rsidRPr="00471A69">
        <w:rPr>
          <w:szCs w:val="24"/>
        </w:rPr>
        <w:t xml:space="preserve">)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xml:space="preserve">, toimitakse nõudealuse koormaga vastavalt poolte </w:t>
      </w:r>
      <w:r w:rsidRPr="00A63449">
        <w:rPr>
          <w:szCs w:val="24"/>
        </w:rPr>
        <w:lastRenderedPageBreak/>
        <w:t>kokkuleppele. Kokkuleppeks võib olla nõude aluseks oleva metsamaterja</w:t>
      </w:r>
      <w:r w:rsidRPr="00471A69">
        <w:rPr>
          <w:szCs w:val="24"/>
        </w:rPr>
        <w:t xml:space="preserve">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599A9AD5" w:rsidR="00471A69" w:rsidRPr="00471A69" w:rsidRDefault="00551A01" w:rsidP="00551A01">
            <w:pPr>
              <w:rPr>
                <w:szCs w:val="24"/>
              </w:rPr>
            </w:pPr>
            <w:r>
              <w:rPr>
                <w:szCs w:val="24"/>
              </w:rPr>
              <w:t>7</w:t>
            </w:r>
            <w:r w:rsidR="00B7669C" w:rsidRPr="00B7669C">
              <w:rPr>
                <w:szCs w:val="24"/>
              </w:rPr>
              <w:t xml:space="preserve"> (</w:t>
            </w:r>
            <w:r>
              <w:rPr>
                <w:szCs w:val="24"/>
              </w:rPr>
              <w:t>seitse</w:t>
            </w:r>
            <w:r w:rsidR="00B7669C" w:rsidRPr="00B7669C">
              <w:rPr>
                <w:szCs w:val="24"/>
              </w:rPr>
              <w:t>)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1A3DE6C5"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8" w:history="1">
        <w:r w:rsidR="00165570" w:rsidRPr="00900F24">
          <w:rPr>
            <w:rStyle w:val="Hyperlink"/>
          </w:rPr>
          <w:t>teenuseekspertou@gmail.com</w:t>
        </w:r>
      </w:hyperlink>
      <w:r w:rsidR="00165570">
        <w:t xml:space="preserve"> </w:t>
      </w:r>
      <w:r w:rsidR="00681FD4">
        <w:t xml:space="preserve"> </w:t>
      </w:r>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bookmarkStart w:id="9" w:name="_GoBack"/>
      <w:bookmarkEnd w:id="9"/>
    </w:p>
    <w:p w14:paraId="1EC45D00" w14:textId="3E020DBD" w:rsidR="006E0604" w:rsidRPr="00683F6D" w:rsidRDefault="006E0604" w:rsidP="00C124B7">
      <w:pPr>
        <w:rPr>
          <w:szCs w:val="24"/>
        </w:rPr>
      </w:pPr>
      <w:r w:rsidRPr="00471A69">
        <w:rPr>
          <w:b/>
          <w:szCs w:val="24"/>
        </w:rPr>
        <w:lastRenderedPageBreak/>
        <w:t>8.5.</w:t>
      </w:r>
      <w:r w:rsidRPr="00471A69">
        <w:rPr>
          <w:szCs w:val="24"/>
        </w:rPr>
        <w:tab/>
      </w:r>
      <w:r w:rsidR="00674200" w:rsidRPr="00683F6D">
        <w:rPr>
          <w:szCs w:val="24"/>
        </w:rPr>
        <w:t>O</w:t>
      </w:r>
      <w:r w:rsidR="003D515B" w:rsidRPr="00683F6D">
        <w:rPr>
          <w:szCs w:val="24"/>
        </w:rPr>
        <w:t>stja</w:t>
      </w:r>
      <w:r w:rsidRPr="00683F6D">
        <w:rPr>
          <w:szCs w:val="24"/>
        </w:rPr>
        <w:t xml:space="preserve"> esitab arvestatud krediidilimiidi summale </w:t>
      </w:r>
      <w:r w:rsidR="008C44DB" w:rsidRPr="00683F6D">
        <w:rPr>
          <w:szCs w:val="24"/>
        </w:rPr>
        <w:t xml:space="preserve">vastava krediidiasutuse </w:t>
      </w:r>
      <w:r w:rsidRPr="00683F6D">
        <w:rPr>
          <w:szCs w:val="24"/>
        </w:rPr>
        <w:t xml:space="preserve">garantiikirja, millel on sätestatud kehtivuse lõpp (hilisem kuupäev, millal peab </w:t>
      </w:r>
      <w:r w:rsidR="003D515B" w:rsidRPr="00683F6D">
        <w:rPr>
          <w:szCs w:val="24"/>
        </w:rPr>
        <w:t>müüja</w:t>
      </w:r>
      <w:r w:rsidR="00674200" w:rsidRPr="00683F6D">
        <w:rPr>
          <w:szCs w:val="24"/>
        </w:rPr>
        <w:t xml:space="preserve"> nõue olema g</w:t>
      </w:r>
      <w:r w:rsidRPr="00683F6D">
        <w:rPr>
          <w:szCs w:val="24"/>
        </w:rPr>
        <w:t xml:space="preserve">arandi poolt kätte saadud). Krediidilimiit </w:t>
      </w:r>
      <w:r w:rsidR="00CB08DF" w:rsidRPr="00683F6D">
        <w:rPr>
          <w:szCs w:val="24"/>
        </w:rPr>
        <w:t xml:space="preserve">on </w:t>
      </w:r>
      <w:r w:rsidR="00744F69" w:rsidRPr="00683F6D">
        <w:rPr>
          <w:szCs w:val="24"/>
        </w:rPr>
        <w:t>maksetähtaja</w:t>
      </w:r>
      <w:r w:rsidR="00512176" w:rsidRPr="00683F6D">
        <w:rPr>
          <w:szCs w:val="24"/>
        </w:rPr>
        <w:t xml:space="preserve">le vastava </w:t>
      </w:r>
      <w:r w:rsidR="003D515B" w:rsidRPr="00683F6D">
        <w:rPr>
          <w:szCs w:val="24"/>
        </w:rPr>
        <w:t>metsamaterjali</w:t>
      </w:r>
      <w:r w:rsidR="00CB08DF" w:rsidRPr="00683F6D">
        <w:rPr>
          <w:szCs w:val="24"/>
        </w:rPr>
        <w:t xml:space="preserve"> koguse maksumus koos käibemaksuga, millele on </w:t>
      </w:r>
      <w:r w:rsidR="00446705" w:rsidRPr="00683F6D">
        <w:rPr>
          <w:szCs w:val="24"/>
        </w:rPr>
        <w:t>lisa</w:t>
      </w:r>
      <w:r w:rsidR="00CB08DF" w:rsidRPr="00683F6D">
        <w:rPr>
          <w:szCs w:val="24"/>
        </w:rPr>
        <w:t>tud 0</w:t>
      </w:r>
      <w:r w:rsidRPr="00683F6D">
        <w:rPr>
          <w:szCs w:val="24"/>
        </w:rPr>
        <w:t xml:space="preserve">,5 kordne </w:t>
      </w:r>
      <w:r w:rsidR="00CB08DF" w:rsidRPr="00683F6D">
        <w:rPr>
          <w:szCs w:val="24"/>
        </w:rPr>
        <w:t xml:space="preserve">ühe kuu </w:t>
      </w:r>
      <w:r w:rsidR="003D515B" w:rsidRPr="00683F6D">
        <w:rPr>
          <w:szCs w:val="24"/>
        </w:rPr>
        <w:t>metsamaterjali</w:t>
      </w:r>
      <w:r w:rsidR="00CB08DF" w:rsidRPr="00683F6D">
        <w:rPr>
          <w:szCs w:val="24"/>
        </w:rPr>
        <w:t xml:space="preserve"> koguse maksumus</w:t>
      </w:r>
      <w:r w:rsidRPr="00683F6D">
        <w:rPr>
          <w:szCs w:val="24"/>
        </w:rPr>
        <w:t xml:space="preserve"> koos käibemaksuga.</w:t>
      </w:r>
      <w:r w:rsidR="008C44DB" w:rsidRPr="00683F6D">
        <w:rPr>
          <w:szCs w:val="24"/>
        </w:rPr>
        <w:t xml:space="preserve"> Krediidiasutuse garantii kehtivus peab ületama </w:t>
      </w:r>
      <w:r w:rsidR="00927F52" w:rsidRPr="00683F6D">
        <w:rPr>
          <w:szCs w:val="24"/>
        </w:rPr>
        <w:t>lepingu</w:t>
      </w:r>
      <w:r w:rsidR="00674200" w:rsidRPr="00683F6D">
        <w:rPr>
          <w:szCs w:val="24"/>
        </w:rPr>
        <w:t xml:space="preserve"> kehtivuse tähtaega m</w:t>
      </w:r>
      <w:r w:rsidR="008C44DB" w:rsidRPr="00683F6D">
        <w:rPr>
          <w:szCs w:val="24"/>
        </w:rPr>
        <w:t xml:space="preserve">aksetähtaja ja sellele </w:t>
      </w:r>
      <w:r w:rsidR="00446705" w:rsidRPr="00683F6D">
        <w:rPr>
          <w:szCs w:val="24"/>
        </w:rPr>
        <w:t>lisa</w:t>
      </w:r>
      <w:r w:rsidR="008C44DB" w:rsidRPr="00683F6D">
        <w:rPr>
          <w:szCs w:val="24"/>
        </w:rPr>
        <w:t>tud 7 (seitsme</w:t>
      </w:r>
      <w:r w:rsidR="00674200" w:rsidRPr="00683F6D">
        <w:rPr>
          <w:szCs w:val="24"/>
        </w:rPr>
        <w:t>) p</w:t>
      </w:r>
      <w:r w:rsidR="008C44DB" w:rsidRPr="00683F6D">
        <w:rPr>
          <w:szCs w:val="24"/>
        </w:rPr>
        <w:t>äeva võrra.</w:t>
      </w:r>
    </w:p>
    <w:p w14:paraId="6E308ADC" w14:textId="77777777" w:rsidR="00C43A0E" w:rsidRPr="00683F6D" w:rsidRDefault="00C43A0E" w:rsidP="00C43A0E">
      <w:pPr>
        <w:rPr>
          <w:b/>
          <w:szCs w:val="24"/>
        </w:rPr>
      </w:pPr>
    </w:p>
    <w:p w14:paraId="574C0D29" w14:textId="1EC8E9B9" w:rsidR="00C43A0E" w:rsidRPr="00683F6D" w:rsidRDefault="00C43A0E" w:rsidP="00C43A0E">
      <w:pPr>
        <w:rPr>
          <w:szCs w:val="24"/>
        </w:rPr>
      </w:pPr>
      <w:r w:rsidRPr="00683F6D">
        <w:rPr>
          <w:b/>
          <w:szCs w:val="24"/>
        </w:rPr>
        <w:t>8.6.</w:t>
      </w:r>
      <w:r w:rsidR="000B3C7F">
        <w:rPr>
          <w:szCs w:val="24"/>
        </w:rPr>
        <w:tab/>
      </w:r>
      <w:r w:rsidR="00674200" w:rsidRPr="00683F6D">
        <w:rPr>
          <w:szCs w:val="24"/>
        </w:rPr>
        <w:t>L</w:t>
      </w:r>
      <w:r w:rsidR="003D515B" w:rsidRPr="00683F6D">
        <w:rPr>
          <w:szCs w:val="24"/>
        </w:rPr>
        <w:t>epingu</w:t>
      </w:r>
      <w:r w:rsidRPr="00683F6D">
        <w:rPr>
          <w:szCs w:val="24"/>
        </w:rPr>
        <w:t xml:space="preserve"> punktis 8.5. nimetatud garantiikirja kehtivuse tähtajast lühema kehtivusega garantiikirja esitamisel kohustub </w:t>
      </w:r>
      <w:r w:rsidR="003D515B" w:rsidRPr="00683F6D">
        <w:rPr>
          <w:szCs w:val="24"/>
        </w:rPr>
        <w:t>ostja</w:t>
      </w:r>
      <w:r w:rsidR="00674200" w:rsidRPr="00683F6D">
        <w:rPr>
          <w:szCs w:val="24"/>
        </w:rPr>
        <w:t xml:space="preserve"> igakordselt 30 (kolmkümmend) p</w:t>
      </w:r>
      <w:r w:rsidRPr="00683F6D">
        <w:rPr>
          <w:szCs w:val="24"/>
        </w:rPr>
        <w:t xml:space="preserve">äeva enne garantiikirja kehtivuse lõppemist esitama </w:t>
      </w:r>
      <w:r w:rsidR="003D515B" w:rsidRPr="00683F6D">
        <w:rPr>
          <w:szCs w:val="24"/>
        </w:rPr>
        <w:t>müüjale</w:t>
      </w:r>
      <w:r w:rsidRPr="00683F6D">
        <w:rPr>
          <w:szCs w:val="24"/>
        </w:rPr>
        <w:t xml:space="preserve"> uue, </w:t>
      </w:r>
      <w:r w:rsidR="003D515B" w:rsidRPr="00683F6D">
        <w:rPr>
          <w:szCs w:val="24"/>
        </w:rPr>
        <w:t>tarnegraafikus</w:t>
      </w:r>
      <w:r w:rsidRPr="00683F6D">
        <w:rPr>
          <w:szCs w:val="24"/>
        </w:rPr>
        <w:t xml:space="preserve"> kokkulepitud </w:t>
      </w:r>
      <w:r w:rsidR="003D515B" w:rsidRPr="00683F6D">
        <w:rPr>
          <w:szCs w:val="24"/>
        </w:rPr>
        <w:t>tarneperioodi</w:t>
      </w:r>
      <w:r w:rsidR="00674200" w:rsidRPr="00683F6D">
        <w:rPr>
          <w:szCs w:val="24"/>
        </w:rPr>
        <w:t xml:space="preserve"> vähemalt 30 (kolmkümmend) p</w:t>
      </w:r>
      <w:r w:rsidRPr="00683F6D">
        <w:rPr>
          <w:szCs w:val="24"/>
        </w:rPr>
        <w:t xml:space="preserve">äeva ületava kehtivusega garantiikirja. </w:t>
      </w:r>
    </w:p>
    <w:p w14:paraId="1BA1C5D3" w14:textId="77777777" w:rsidR="00C43A0E" w:rsidRPr="00683F6D" w:rsidRDefault="00C43A0E" w:rsidP="00C43A0E">
      <w:pPr>
        <w:jc w:val="both"/>
        <w:rPr>
          <w:b/>
          <w:szCs w:val="24"/>
          <w:lang w:eastAsia="et-EE"/>
        </w:rPr>
      </w:pPr>
    </w:p>
    <w:p w14:paraId="282EE0A8" w14:textId="5D8D5842" w:rsidR="006E0604" w:rsidRPr="00683F6D" w:rsidRDefault="00C43A0E" w:rsidP="00C43A0E">
      <w:pPr>
        <w:jc w:val="both"/>
        <w:rPr>
          <w:szCs w:val="24"/>
          <w:lang w:eastAsia="et-EE"/>
        </w:rPr>
      </w:pPr>
      <w:r w:rsidRPr="00683F6D">
        <w:rPr>
          <w:b/>
          <w:szCs w:val="24"/>
          <w:lang w:eastAsia="et-EE"/>
        </w:rPr>
        <w:t>8.7.</w:t>
      </w:r>
      <w:r w:rsidR="000B3C7F">
        <w:rPr>
          <w:szCs w:val="24"/>
          <w:lang w:eastAsia="et-EE"/>
        </w:rPr>
        <w:tab/>
      </w:r>
      <w:r w:rsidRPr="00683F6D">
        <w:rPr>
          <w:szCs w:val="24"/>
          <w:lang w:eastAsia="et-EE"/>
        </w:rPr>
        <w:t xml:space="preserve">Juhul kui </w:t>
      </w:r>
      <w:r w:rsidR="003D515B" w:rsidRPr="00683F6D">
        <w:rPr>
          <w:szCs w:val="24"/>
          <w:lang w:eastAsia="et-EE"/>
        </w:rPr>
        <w:t>ostja</w:t>
      </w:r>
      <w:r w:rsidRPr="00683F6D">
        <w:rPr>
          <w:szCs w:val="24"/>
          <w:lang w:eastAsia="et-EE"/>
        </w:rPr>
        <w:t xml:space="preserve"> on </w:t>
      </w:r>
      <w:r w:rsidR="003D515B" w:rsidRPr="00683F6D">
        <w:rPr>
          <w:szCs w:val="24"/>
          <w:lang w:eastAsia="et-EE"/>
        </w:rPr>
        <w:t>lepingu</w:t>
      </w:r>
      <w:r w:rsidRPr="00683F6D">
        <w:rPr>
          <w:szCs w:val="24"/>
          <w:lang w:eastAsia="et-EE"/>
        </w:rPr>
        <w:t xml:space="preserve"> punktis 8.5. ja 8.6. nimetatud garantiikirja esitamisega viivitan</w:t>
      </w:r>
      <w:r w:rsidR="00674200" w:rsidRPr="00683F6D">
        <w:rPr>
          <w:szCs w:val="24"/>
          <w:lang w:eastAsia="et-EE"/>
        </w:rPr>
        <w:t xml:space="preserve">ud rohkem kui </w:t>
      </w:r>
      <w:r w:rsidR="0008640C" w:rsidRPr="00683F6D">
        <w:rPr>
          <w:szCs w:val="24"/>
          <w:lang w:eastAsia="et-EE"/>
        </w:rPr>
        <w:t xml:space="preserve">14 </w:t>
      </w:r>
      <w:r w:rsidR="00674200" w:rsidRPr="00683F6D">
        <w:rPr>
          <w:szCs w:val="24"/>
          <w:lang w:eastAsia="et-EE"/>
        </w:rPr>
        <w:t>(</w:t>
      </w:r>
      <w:r w:rsidR="0008640C" w:rsidRPr="00683F6D">
        <w:rPr>
          <w:szCs w:val="24"/>
          <w:lang w:eastAsia="et-EE"/>
        </w:rPr>
        <w:t>neliteist</w:t>
      </w:r>
      <w:r w:rsidR="00674200" w:rsidRPr="00683F6D">
        <w:rPr>
          <w:szCs w:val="24"/>
          <w:lang w:eastAsia="et-EE"/>
        </w:rPr>
        <w:t>) p</w:t>
      </w:r>
      <w:r w:rsidRPr="00683F6D">
        <w:rPr>
          <w:szCs w:val="24"/>
          <w:lang w:eastAsia="et-EE"/>
        </w:rPr>
        <w:t xml:space="preserve">äeva, on </w:t>
      </w:r>
      <w:r w:rsidR="00674200" w:rsidRPr="00683F6D">
        <w:rPr>
          <w:szCs w:val="24"/>
          <w:lang w:eastAsia="et-EE"/>
        </w:rPr>
        <w:t>m</w:t>
      </w:r>
      <w:r w:rsidRPr="00683F6D">
        <w:rPr>
          <w:szCs w:val="24"/>
          <w:lang w:eastAsia="et-EE"/>
        </w:rPr>
        <w:t xml:space="preserve">üüjal õigus ühepoolselt </w:t>
      </w:r>
      <w:r w:rsidR="003D515B" w:rsidRPr="00683F6D">
        <w:rPr>
          <w:szCs w:val="24"/>
          <w:lang w:eastAsia="et-EE"/>
        </w:rPr>
        <w:t>lepingu</w:t>
      </w:r>
      <w:r w:rsidRPr="00683F6D">
        <w:rPr>
          <w:szCs w:val="24"/>
          <w:lang w:eastAsia="et-EE"/>
        </w:rPr>
        <w:t xml:space="preserve"> täitmisest taganeda.</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44547FEE" w14:textId="23DDB565" w:rsidR="006E0604" w:rsidRPr="00A31D04" w:rsidRDefault="00F55386">
      <w:pPr>
        <w:jc w:val="both"/>
        <w:rPr>
          <w:szCs w:val="24"/>
        </w:rPr>
      </w:pPr>
      <w:r w:rsidRPr="00A31D04">
        <w:rPr>
          <w:b/>
          <w:bCs/>
          <w:szCs w:val="24"/>
        </w:rPr>
        <w:t>9</w:t>
      </w:r>
      <w:r w:rsidR="00760AE1" w:rsidRPr="00A31D04">
        <w:rPr>
          <w:b/>
          <w:bCs/>
          <w:szCs w:val="24"/>
        </w:rPr>
        <w:t>.3.</w:t>
      </w:r>
      <w:r w:rsidR="000B3C7F" w:rsidRPr="00A31D04">
        <w:rPr>
          <w:szCs w:val="24"/>
        </w:rPr>
        <w:tab/>
      </w:r>
      <w:r w:rsidR="007548AD" w:rsidRPr="00A31D04">
        <w:rPr>
          <w:szCs w:val="24"/>
        </w:rPr>
        <w:t>Juhul kui ostja</w:t>
      </w:r>
      <w:r w:rsidR="00A35E45" w:rsidRPr="00A31D04">
        <w:rPr>
          <w:szCs w:val="24"/>
        </w:rPr>
        <w:t xml:space="preserve"> ei ole</w:t>
      </w:r>
      <w:r w:rsidRPr="00A31D04">
        <w:rPr>
          <w:szCs w:val="24"/>
        </w:rPr>
        <w:t xml:space="preserve"> hiljemalt </w:t>
      </w:r>
      <w:r w:rsidR="002E723C" w:rsidRPr="00A31D04">
        <w:rPr>
          <w:szCs w:val="24"/>
        </w:rPr>
        <w:t>31.12.2023</w:t>
      </w:r>
      <w:r w:rsidRPr="00A31D04">
        <w:rPr>
          <w:szCs w:val="24"/>
        </w:rPr>
        <w:t xml:space="preserve"> leht- ja/või okaspuu</w:t>
      </w:r>
      <w:r w:rsidR="003541B6" w:rsidRPr="00A31D04">
        <w:rPr>
          <w:szCs w:val="24"/>
        </w:rPr>
        <w:t>paberipuitu</w:t>
      </w:r>
      <w:r w:rsidRPr="00A31D04">
        <w:rPr>
          <w:szCs w:val="24"/>
        </w:rPr>
        <w:t xml:space="preserve"> </w:t>
      </w:r>
      <w:r w:rsidR="00DE59E6" w:rsidRPr="00A31D04">
        <w:rPr>
          <w:szCs w:val="24"/>
        </w:rPr>
        <w:t>Eestis</w:t>
      </w:r>
      <w:r w:rsidRPr="00A31D04">
        <w:rPr>
          <w:szCs w:val="24"/>
        </w:rPr>
        <w:t xml:space="preserve"> ümber töötlev ettevõtja (või temaga samas kontsernis </w:t>
      </w:r>
      <w:r w:rsidR="00267097" w:rsidRPr="00A31D04">
        <w:rPr>
          <w:szCs w:val="24"/>
        </w:rPr>
        <w:t>ei ole</w:t>
      </w:r>
      <w:r w:rsidRPr="00A31D04">
        <w:rPr>
          <w:szCs w:val="24"/>
        </w:rPr>
        <w:t xml:space="preserve"> </w:t>
      </w:r>
      <w:r w:rsidR="00DE59E6" w:rsidRPr="00A31D04">
        <w:rPr>
          <w:szCs w:val="24"/>
        </w:rPr>
        <w:t>Eestis</w:t>
      </w:r>
      <w:r w:rsidRPr="00A31D04">
        <w:rPr>
          <w:szCs w:val="24"/>
        </w:rPr>
        <w:t xml:space="preserve"> leht- ja/või okaspuu</w:t>
      </w:r>
      <w:r w:rsidR="003541B6" w:rsidRPr="00A31D04">
        <w:rPr>
          <w:szCs w:val="24"/>
        </w:rPr>
        <w:t>paberipuitu</w:t>
      </w:r>
      <w:r w:rsidRPr="00A31D04">
        <w:rPr>
          <w:szCs w:val="24"/>
        </w:rPr>
        <w:t xml:space="preserve"> ümber töötlev ettevõtja)</w:t>
      </w:r>
      <w:r w:rsidR="00267097" w:rsidRPr="00A31D04">
        <w:rPr>
          <w:szCs w:val="24"/>
        </w:rPr>
        <w:t xml:space="preserve">, </w:t>
      </w:r>
      <w:r w:rsidRPr="00A31D04">
        <w:rPr>
          <w:szCs w:val="24"/>
        </w:rPr>
        <w:t>kehtib leping kuni 31.12.202</w:t>
      </w:r>
      <w:r w:rsidR="00267097" w:rsidRPr="00A31D04">
        <w:rPr>
          <w:szCs w:val="24"/>
        </w:rPr>
        <w:t>3</w:t>
      </w:r>
      <w:r w:rsidRPr="00A31D04">
        <w:rPr>
          <w:szCs w:val="24"/>
        </w:rPr>
        <w:t xml:space="preserve">. </w:t>
      </w:r>
      <w:r w:rsidR="00476336" w:rsidRPr="00A31D04">
        <w:rPr>
          <w:szCs w:val="24"/>
        </w:rPr>
        <w:t>V</w:t>
      </w:r>
      <w:r w:rsidR="00BE1624" w:rsidRPr="00A31D04">
        <w:rPr>
          <w:szCs w:val="24"/>
        </w:rPr>
        <w:t xml:space="preserve">astavust </w:t>
      </w:r>
      <w:r w:rsidR="002A3ADB" w:rsidRPr="00A31D04">
        <w:rPr>
          <w:szCs w:val="24"/>
        </w:rPr>
        <w:t>RMK puiduturustusstrateegia punkti</w:t>
      </w:r>
      <w:r w:rsidR="001036EC" w:rsidRPr="00A31D04">
        <w:rPr>
          <w:szCs w:val="24"/>
        </w:rPr>
        <w:t>s</w:t>
      </w:r>
      <w:r w:rsidR="002A3ADB" w:rsidRPr="00A31D04">
        <w:rPr>
          <w:szCs w:val="24"/>
        </w:rPr>
        <w:t xml:space="preserve"> 3.4.2. sätestatud kvalifitseerimise tingimus</w:t>
      </w:r>
      <w:r w:rsidR="001036EC" w:rsidRPr="00A31D04">
        <w:rPr>
          <w:szCs w:val="24"/>
        </w:rPr>
        <w:t>ele</w:t>
      </w:r>
      <w:r w:rsidR="002A3ADB" w:rsidRPr="00A31D04">
        <w:rPr>
          <w:szCs w:val="24"/>
        </w:rPr>
        <w:t xml:space="preserve"> </w:t>
      </w:r>
      <w:r w:rsidR="00BE1624" w:rsidRPr="00A31D04">
        <w:rPr>
          <w:szCs w:val="24"/>
        </w:rPr>
        <w:t xml:space="preserve">kohustub </w:t>
      </w:r>
      <w:r w:rsidR="00A11B35" w:rsidRPr="00A31D04">
        <w:rPr>
          <w:szCs w:val="24"/>
        </w:rPr>
        <w:t>ostja</w:t>
      </w:r>
      <w:r w:rsidR="00BE1624" w:rsidRPr="00A31D04">
        <w:rPr>
          <w:szCs w:val="24"/>
        </w:rPr>
        <w:t xml:space="preserve"> tõendama hiljemalt 2023. aasta kestvuslepingutega müügi teates määratud kuupäevaks</w:t>
      </w:r>
      <w:r w:rsidR="00F3749A" w:rsidRPr="00A31D04">
        <w:rPr>
          <w:szCs w:val="24"/>
        </w:rPr>
        <w:t>;</w:t>
      </w:r>
    </w:p>
    <w:p w14:paraId="0B84A628" w14:textId="55ED7011" w:rsidR="00F3749A" w:rsidRPr="00A31D04" w:rsidRDefault="00F3749A">
      <w:pPr>
        <w:jc w:val="both"/>
        <w:rPr>
          <w:szCs w:val="24"/>
        </w:rPr>
      </w:pPr>
      <w:r w:rsidRPr="00A31D04">
        <w:rPr>
          <w:szCs w:val="24"/>
        </w:rPr>
        <w:t>või</w:t>
      </w:r>
    </w:p>
    <w:p w14:paraId="56D0D0B9" w14:textId="3A5CDBEF" w:rsidR="002E723C" w:rsidRDefault="00A31D04">
      <w:pPr>
        <w:jc w:val="both"/>
        <w:rPr>
          <w:szCs w:val="24"/>
        </w:rPr>
      </w:pPr>
      <w:r w:rsidRPr="00A31D04">
        <w:rPr>
          <w:szCs w:val="24"/>
        </w:rPr>
        <w:t>j</w:t>
      </w:r>
      <w:r w:rsidR="002E723C" w:rsidRPr="00A31D04">
        <w:rPr>
          <w:szCs w:val="24"/>
        </w:rPr>
        <w:t xml:space="preserve">uhul kui ostja ei ole hiljemalt 31.12.2023 küttepuitu Eestis puitkütuste (halud, </w:t>
      </w:r>
      <w:proofErr w:type="spellStart"/>
      <w:r w:rsidR="002E723C" w:rsidRPr="00A31D04">
        <w:rPr>
          <w:szCs w:val="24"/>
        </w:rPr>
        <w:t>pellet</w:t>
      </w:r>
      <w:proofErr w:type="spellEnd"/>
      <w:r w:rsidR="002E723C" w:rsidRPr="00A31D04">
        <w:rPr>
          <w:szCs w:val="24"/>
        </w:rPr>
        <w:t>, puitbrikett, puusüsi jmt) valmistamiseks või energia tootmiseks või muu toodangu (puitplaat, puidukeemia, jmt) valmistamiseks kasutav ettevõtja või pakkujaga samas kontsernis ei ole Eestis küttepuitu puitkütuste valmistamiseks või energia tootmiseks või muu toodangu valmistamiseks kasutav ettevõtja, kehtib leping kuni 31.12.2023. Vastavust RMK puiduturustusstrateegia punktis 3.5.2. sätestatud kvalifitseerimise tingimusele kohustub ostja tõendama hiljemalt 2023. aasta kestvuslepingutega müügi teates määratud kuupäevaks.</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5C82E5DA" w:rsidR="001D5F9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7"/>
        <w:gridCol w:w="1843"/>
        <w:gridCol w:w="4381"/>
      </w:tblGrid>
      <w:tr w:rsidR="00B7669C" w:rsidRPr="0076294C" w14:paraId="27D18BFE" w14:textId="77777777" w:rsidTr="00B7669C">
        <w:tc>
          <w:tcPr>
            <w:tcW w:w="1860" w:type="pct"/>
            <w:shd w:val="clear" w:color="auto" w:fill="auto"/>
          </w:tcPr>
          <w:p w14:paraId="1DF57D2F" w14:textId="77777777" w:rsidR="00B7669C" w:rsidRPr="00B7669C" w:rsidRDefault="00B7669C" w:rsidP="004157C2">
            <w:pPr>
              <w:jc w:val="both"/>
              <w:rPr>
                <w:szCs w:val="24"/>
              </w:rPr>
            </w:pPr>
            <w:r w:rsidRPr="00B7669C">
              <w:rPr>
                <w:szCs w:val="24"/>
              </w:rPr>
              <w:t>Nimi</w:t>
            </w:r>
          </w:p>
        </w:tc>
        <w:tc>
          <w:tcPr>
            <w:tcW w:w="930" w:type="pct"/>
            <w:shd w:val="clear" w:color="auto" w:fill="auto"/>
          </w:tcPr>
          <w:p w14:paraId="6DD02F7D" w14:textId="77777777" w:rsidR="00B7669C" w:rsidRPr="00B7669C" w:rsidRDefault="00B7669C" w:rsidP="004157C2">
            <w:pPr>
              <w:jc w:val="both"/>
              <w:rPr>
                <w:szCs w:val="24"/>
              </w:rPr>
            </w:pPr>
            <w:r w:rsidRPr="00B7669C">
              <w:rPr>
                <w:szCs w:val="24"/>
              </w:rPr>
              <w:t>Telefon</w:t>
            </w:r>
          </w:p>
        </w:tc>
        <w:tc>
          <w:tcPr>
            <w:tcW w:w="2210" w:type="pct"/>
            <w:shd w:val="clear" w:color="auto" w:fill="auto"/>
          </w:tcPr>
          <w:p w14:paraId="66BAD02F" w14:textId="77777777" w:rsidR="00B7669C" w:rsidRPr="00B7669C" w:rsidRDefault="00B7669C" w:rsidP="004157C2">
            <w:pPr>
              <w:jc w:val="both"/>
              <w:rPr>
                <w:szCs w:val="24"/>
              </w:rPr>
            </w:pPr>
            <w:r w:rsidRPr="00B7669C">
              <w:rPr>
                <w:szCs w:val="24"/>
              </w:rPr>
              <w:t>e-post</w:t>
            </w:r>
          </w:p>
        </w:tc>
      </w:tr>
      <w:tr w:rsidR="00165570" w14:paraId="64220563" w14:textId="77777777" w:rsidTr="00B7669C">
        <w:trPr>
          <w:trHeight w:val="272"/>
        </w:trPr>
        <w:tc>
          <w:tcPr>
            <w:tcW w:w="1860" w:type="pct"/>
            <w:shd w:val="clear" w:color="auto" w:fill="auto"/>
          </w:tcPr>
          <w:p w14:paraId="2CF45ED9" w14:textId="3DD9DBFE" w:rsidR="00165570" w:rsidRPr="00B7669C" w:rsidRDefault="00165570" w:rsidP="00165570">
            <w:pPr>
              <w:jc w:val="both"/>
              <w:rPr>
                <w:szCs w:val="24"/>
              </w:rPr>
            </w:pPr>
            <w:r w:rsidRPr="00EC02F7">
              <w:t>Eve Merbach</w:t>
            </w:r>
          </w:p>
        </w:tc>
        <w:tc>
          <w:tcPr>
            <w:tcW w:w="930" w:type="pct"/>
            <w:shd w:val="clear" w:color="auto" w:fill="auto"/>
          </w:tcPr>
          <w:p w14:paraId="35E780ED" w14:textId="5721FE0B" w:rsidR="00165570" w:rsidRPr="00B7669C" w:rsidRDefault="00165570" w:rsidP="00165570">
            <w:pPr>
              <w:jc w:val="both"/>
              <w:rPr>
                <w:szCs w:val="24"/>
              </w:rPr>
            </w:pPr>
            <w:r w:rsidRPr="00EC02F7">
              <w:t>676 7951</w:t>
            </w:r>
          </w:p>
        </w:tc>
        <w:tc>
          <w:tcPr>
            <w:tcW w:w="2210" w:type="pct"/>
            <w:shd w:val="clear" w:color="auto" w:fill="auto"/>
          </w:tcPr>
          <w:p w14:paraId="0D49D2A0" w14:textId="1AA112FE" w:rsidR="00165570" w:rsidRPr="00B7669C" w:rsidRDefault="00165570" w:rsidP="00165570">
            <w:pPr>
              <w:jc w:val="both"/>
              <w:rPr>
                <w:color w:val="0000FF"/>
                <w:szCs w:val="24"/>
              </w:rPr>
            </w:pPr>
            <w:r w:rsidRPr="00EC02F7">
              <w:t xml:space="preserve">aktid.kirde@rmk.ee </w:t>
            </w:r>
          </w:p>
        </w:tc>
      </w:tr>
    </w:tbl>
    <w:p w14:paraId="68BE4DB8" w14:textId="59C2CBC5" w:rsidR="001D5F9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w:t>
      </w:r>
      <w:proofErr w:type="spellStart"/>
      <w:r w:rsidRPr="00683F6D">
        <w:rPr>
          <w:szCs w:val="24"/>
        </w:rPr>
        <w:t>edastaja</w:t>
      </w:r>
      <w:proofErr w:type="spellEnd"/>
      <w:r w:rsidR="00B7669C">
        <w:rPr>
          <w:szCs w:val="24"/>
        </w:rPr>
        <w:t xml:space="preserve">, </w:t>
      </w:r>
      <w:r w:rsidR="00B7669C" w:rsidRPr="00683F6D">
        <w:rPr>
          <w:bCs/>
          <w:szCs w:val="24"/>
        </w:rPr>
        <w:t>üleandmise-vastuvõtmise vormistaja</w:t>
      </w:r>
      <w:r w:rsidRPr="00B7669C">
        <w:rPr>
          <w:bCs/>
          <w:szCs w:val="24"/>
        </w:rPr>
        <w:t xml:space="preserve"> </w:t>
      </w:r>
      <w:r w:rsidRPr="00683F6D">
        <w:rPr>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2694"/>
        <w:gridCol w:w="4946"/>
      </w:tblGrid>
      <w:tr w:rsidR="00165570" w:rsidRPr="0076294C" w14:paraId="4031F2D8" w14:textId="77777777" w:rsidTr="00165570">
        <w:tc>
          <w:tcPr>
            <w:tcW w:w="1146" w:type="pct"/>
            <w:shd w:val="clear" w:color="auto" w:fill="auto"/>
          </w:tcPr>
          <w:p w14:paraId="0190D749" w14:textId="77777777" w:rsidR="00165570" w:rsidRPr="00B7669C" w:rsidRDefault="00165570" w:rsidP="004157C2">
            <w:pPr>
              <w:jc w:val="both"/>
              <w:rPr>
                <w:szCs w:val="24"/>
              </w:rPr>
            </w:pPr>
            <w:r w:rsidRPr="00B7669C">
              <w:rPr>
                <w:szCs w:val="24"/>
              </w:rPr>
              <w:t>Nimi</w:t>
            </w:r>
          </w:p>
        </w:tc>
        <w:tc>
          <w:tcPr>
            <w:tcW w:w="1359" w:type="pct"/>
            <w:shd w:val="clear" w:color="auto" w:fill="auto"/>
          </w:tcPr>
          <w:p w14:paraId="63F9150F" w14:textId="77777777" w:rsidR="00165570" w:rsidRPr="00B7669C" w:rsidRDefault="00165570" w:rsidP="004157C2">
            <w:pPr>
              <w:jc w:val="both"/>
              <w:rPr>
                <w:szCs w:val="24"/>
              </w:rPr>
            </w:pPr>
            <w:r w:rsidRPr="00B7669C">
              <w:rPr>
                <w:szCs w:val="24"/>
              </w:rPr>
              <w:t>Telefon</w:t>
            </w:r>
          </w:p>
        </w:tc>
        <w:tc>
          <w:tcPr>
            <w:tcW w:w="2495" w:type="pct"/>
            <w:shd w:val="clear" w:color="auto" w:fill="auto"/>
          </w:tcPr>
          <w:p w14:paraId="65A9DA8B" w14:textId="77777777" w:rsidR="00165570" w:rsidRPr="00B7669C" w:rsidRDefault="00165570" w:rsidP="004157C2">
            <w:pPr>
              <w:jc w:val="both"/>
              <w:rPr>
                <w:szCs w:val="24"/>
              </w:rPr>
            </w:pPr>
            <w:r w:rsidRPr="00B7669C">
              <w:rPr>
                <w:szCs w:val="24"/>
              </w:rPr>
              <w:t>e-post</w:t>
            </w:r>
          </w:p>
        </w:tc>
      </w:tr>
      <w:tr w:rsidR="00165570" w:rsidRPr="00C51D38" w14:paraId="18BBAB4C" w14:textId="77777777" w:rsidTr="00165570">
        <w:tc>
          <w:tcPr>
            <w:tcW w:w="1146" w:type="pct"/>
            <w:shd w:val="clear" w:color="auto" w:fill="auto"/>
          </w:tcPr>
          <w:p w14:paraId="5F61F677" w14:textId="2611FF86" w:rsidR="00165570" w:rsidRPr="00B7669C" w:rsidRDefault="00165570" w:rsidP="00165570">
            <w:pPr>
              <w:jc w:val="both"/>
              <w:rPr>
                <w:szCs w:val="24"/>
              </w:rPr>
            </w:pPr>
            <w:r w:rsidRPr="007D53EB">
              <w:t>Martin Kuusmann</w:t>
            </w:r>
          </w:p>
        </w:tc>
        <w:tc>
          <w:tcPr>
            <w:tcW w:w="1359" w:type="pct"/>
            <w:shd w:val="clear" w:color="auto" w:fill="auto"/>
          </w:tcPr>
          <w:p w14:paraId="08A4D0A1" w14:textId="46C13925" w:rsidR="00165570" w:rsidRPr="00B7669C" w:rsidRDefault="00165570" w:rsidP="00165570">
            <w:pPr>
              <w:jc w:val="both"/>
              <w:rPr>
                <w:szCs w:val="24"/>
              </w:rPr>
            </w:pPr>
            <w:r w:rsidRPr="007D53EB">
              <w:t>56224797</w:t>
            </w:r>
          </w:p>
        </w:tc>
        <w:tc>
          <w:tcPr>
            <w:tcW w:w="2495" w:type="pct"/>
            <w:shd w:val="clear" w:color="auto" w:fill="auto"/>
          </w:tcPr>
          <w:p w14:paraId="35E47726" w14:textId="12D73068" w:rsidR="00165570" w:rsidRPr="00B7669C" w:rsidRDefault="00165570" w:rsidP="00165570">
            <w:pPr>
              <w:jc w:val="both"/>
              <w:rPr>
                <w:szCs w:val="24"/>
              </w:rPr>
            </w:pPr>
            <w:hyperlink r:id="rId19" w:history="1">
              <w:r w:rsidRPr="00900F24">
                <w:rPr>
                  <w:rStyle w:val="Hyperlink"/>
                </w:rPr>
                <w:t>teenuseekspertou@gmail.com</w:t>
              </w:r>
            </w:hyperlink>
            <w:r>
              <w:t xml:space="preserve"> </w:t>
            </w:r>
          </w:p>
        </w:tc>
      </w:tr>
    </w:tbl>
    <w:p w14:paraId="79E7C251" w14:textId="1E7DA5C1" w:rsidR="001D5F9D" w:rsidRDefault="002D2F55" w:rsidP="001D5F9D">
      <w:pPr>
        <w:shd w:val="clear" w:color="auto" w:fill="FFFFFF" w:themeFill="background1"/>
        <w:rPr>
          <w:bCs/>
          <w:szCs w:val="24"/>
        </w:rPr>
      </w:pPr>
      <w:r>
        <w:rPr>
          <w:b/>
          <w:szCs w:val="24"/>
        </w:rPr>
        <w:t>10.3</w:t>
      </w:r>
      <w:r w:rsidR="001D5F9D" w:rsidRPr="00683F6D">
        <w:rPr>
          <w:b/>
          <w:szCs w:val="24"/>
        </w:rPr>
        <w:t>.</w:t>
      </w:r>
      <w:r w:rsidR="000B3C7F">
        <w:rPr>
          <w:szCs w:val="24"/>
        </w:rPr>
        <w:tab/>
      </w:r>
      <w:r w:rsidR="001D5F9D" w:rsidRPr="00683F6D">
        <w:rPr>
          <w:bCs/>
          <w:szCs w:val="24"/>
        </w:rPr>
        <w:t>Müüja poolne metsamaterjali transpordi (logistika) korraldaja</w:t>
      </w:r>
      <w:r w:rsidR="001D5F9D"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5"/>
        <w:gridCol w:w="2359"/>
        <w:gridCol w:w="4607"/>
      </w:tblGrid>
      <w:tr w:rsidR="00165570" w:rsidRPr="0076294C" w14:paraId="417148B6" w14:textId="77777777" w:rsidTr="00165570">
        <w:tc>
          <w:tcPr>
            <w:tcW w:w="1486" w:type="pct"/>
            <w:shd w:val="clear" w:color="auto" w:fill="auto"/>
          </w:tcPr>
          <w:p w14:paraId="6253CABF" w14:textId="77777777" w:rsidR="00165570" w:rsidRPr="00B7669C" w:rsidRDefault="00165570" w:rsidP="004157C2">
            <w:pPr>
              <w:jc w:val="both"/>
              <w:rPr>
                <w:szCs w:val="24"/>
              </w:rPr>
            </w:pPr>
            <w:r w:rsidRPr="00B7669C">
              <w:rPr>
                <w:szCs w:val="24"/>
              </w:rPr>
              <w:t>Nimi</w:t>
            </w:r>
          </w:p>
        </w:tc>
        <w:tc>
          <w:tcPr>
            <w:tcW w:w="1190" w:type="pct"/>
            <w:shd w:val="clear" w:color="auto" w:fill="auto"/>
          </w:tcPr>
          <w:p w14:paraId="4395DE73" w14:textId="77777777" w:rsidR="00165570" w:rsidRPr="00B7669C" w:rsidRDefault="00165570" w:rsidP="004157C2">
            <w:pPr>
              <w:jc w:val="both"/>
              <w:rPr>
                <w:szCs w:val="24"/>
              </w:rPr>
            </w:pPr>
            <w:r w:rsidRPr="00B7669C">
              <w:rPr>
                <w:szCs w:val="24"/>
              </w:rPr>
              <w:t>Telefon</w:t>
            </w:r>
          </w:p>
        </w:tc>
        <w:tc>
          <w:tcPr>
            <w:tcW w:w="2324" w:type="pct"/>
            <w:shd w:val="clear" w:color="auto" w:fill="auto"/>
          </w:tcPr>
          <w:p w14:paraId="6783AC2E" w14:textId="77777777" w:rsidR="00165570" w:rsidRPr="00B7669C" w:rsidRDefault="00165570" w:rsidP="004157C2">
            <w:pPr>
              <w:jc w:val="both"/>
              <w:rPr>
                <w:szCs w:val="24"/>
              </w:rPr>
            </w:pPr>
            <w:r w:rsidRPr="00B7669C">
              <w:rPr>
                <w:szCs w:val="24"/>
              </w:rPr>
              <w:t>e-post</w:t>
            </w:r>
          </w:p>
        </w:tc>
      </w:tr>
      <w:tr w:rsidR="00165570" w:rsidRPr="000625D1" w14:paraId="2E48DBD5" w14:textId="77777777" w:rsidTr="00165570">
        <w:tc>
          <w:tcPr>
            <w:tcW w:w="1486" w:type="pct"/>
            <w:shd w:val="clear" w:color="auto" w:fill="auto"/>
          </w:tcPr>
          <w:p w14:paraId="6F5E2870" w14:textId="6708B367" w:rsidR="00165570" w:rsidRPr="00B7669C" w:rsidRDefault="00165570" w:rsidP="004157C2">
            <w:pPr>
              <w:jc w:val="both"/>
              <w:rPr>
                <w:szCs w:val="24"/>
              </w:rPr>
            </w:pPr>
            <w:r>
              <w:rPr>
                <w:szCs w:val="24"/>
              </w:rPr>
              <w:t>Raul Orgla</w:t>
            </w:r>
          </w:p>
        </w:tc>
        <w:tc>
          <w:tcPr>
            <w:tcW w:w="1190" w:type="pct"/>
            <w:shd w:val="clear" w:color="auto" w:fill="auto"/>
          </w:tcPr>
          <w:p w14:paraId="0A4236E5" w14:textId="0EAD3A51" w:rsidR="00165570" w:rsidRPr="00B7669C" w:rsidRDefault="00165570" w:rsidP="004157C2">
            <w:pPr>
              <w:jc w:val="both"/>
              <w:rPr>
                <w:szCs w:val="24"/>
              </w:rPr>
            </w:pPr>
            <w:r>
              <w:rPr>
                <w:szCs w:val="24"/>
              </w:rPr>
              <w:t>5051441</w:t>
            </w:r>
          </w:p>
        </w:tc>
        <w:tc>
          <w:tcPr>
            <w:tcW w:w="2324" w:type="pct"/>
            <w:shd w:val="clear" w:color="auto" w:fill="auto"/>
          </w:tcPr>
          <w:p w14:paraId="29409961" w14:textId="48033790" w:rsidR="00165570" w:rsidRPr="00B7669C" w:rsidRDefault="00165570" w:rsidP="004157C2">
            <w:pPr>
              <w:jc w:val="both"/>
              <w:rPr>
                <w:color w:val="0000FF"/>
                <w:szCs w:val="24"/>
              </w:rPr>
            </w:pPr>
            <w:hyperlink r:id="rId20" w:history="1">
              <w:r w:rsidRPr="00FF1C7E">
                <w:rPr>
                  <w:rStyle w:val="Hyperlink"/>
                  <w:szCs w:val="24"/>
                </w:rPr>
                <w:t>raul.orgla@rmk.ee</w:t>
              </w:r>
            </w:hyperlink>
            <w:r w:rsidRPr="00B7669C">
              <w:rPr>
                <w:color w:val="0000FF"/>
                <w:szCs w:val="24"/>
              </w:rPr>
              <w:t xml:space="preserve"> </w:t>
            </w:r>
          </w:p>
        </w:tc>
      </w:tr>
    </w:tbl>
    <w:p w14:paraId="33D33BDA" w14:textId="77777777" w:rsidR="00B7669C" w:rsidRPr="00471A69" w:rsidRDefault="00B7669C" w:rsidP="001D5F9D">
      <w:pPr>
        <w:shd w:val="clear" w:color="auto" w:fill="FFFFFF" w:themeFill="background1"/>
        <w:rPr>
          <w:bCs/>
          <w:szCs w:val="24"/>
        </w:rPr>
      </w:pPr>
    </w:p>
    <w:p w14:paraId="1E24C088" w14:textId="0345CF83"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2D2F55">
        <w:rPr>
          <w:bCs/>
          <w:szCs w:val="24"/>
        </w:rPr>
        <w:t>3</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1"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13074F92"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3458C9">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659999A1" w14:textId="7186BCAE"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lastRenderedPageBreak/>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551A01"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551A01"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2E778C16" w:rsidR="000A61BB" w:rsidRPr="00366BEF" w:rsidRDefault="00510304" w:rsidP="00002ED5">
            <w:pPr>
              <w:tabs>
                <w:tab w:val="left" w:pos="4320"/>
              </w:tabs>
              <w:rPr>
                <w:spacing w:val="0"/>
                <w:szCs w:val="24"/>
              </w:rPr>
            </w:pPr>
            <w:r>
              <w:rPr>
                <w:spacing w:val="0"/>
                <w:szCs w:val="24"/>
                <w:lang w:val="en-AU"/>
              </w:rPr>
              <w:t>Mart Enel</w:t>
            </w:r>
          </w:p>
        </w:tc>
        <w:tc>
          <w:tcPr>
            <w:tcW w:w="3474" w:type="dxa"/>
            <w:vAlign w:val="bottom"/>
          </w:tcPr>
          <w:p w14:paraId="25074C6A" w14:textId="20121A46" w:rsidR="000A61BB" w:rsidRPr="00366BEF" w:rsidRDefault="00CE0A66" w:rsidP="00002ED5">
            <w:pPr>
              <w:tabs>
                <w:tab w:val="left" w:pos="4320"/>
              </w:tabs>
              <w:rPr>
                <w:spacing w:val="0"/>
                <w:szCs w:val="24"/>
              </w:rPr>
            </w:pPr>
            <w:r w:rsidRPr="00CE0A66">
              <w:rPr>
                <w:spacing w:val="0"/>
                <w:szCs w:val="24"/>
                <w:lang w:val="en-AU"/>
              </w:rPr>
              <w:t>Martin Kuusmann</w:t>
            </w:r>
          </w:p>
        </w:tc>
      </w:tr>
    </w:tbl>
    <w:p w14:paraId="0F87EAF0" w14:textId="2AA708A2" w:rsidR="000A61BB" w:rsidRPr="00683F6D" w:rsidRDefault="000A61BB" w:rsidP="00CE0A66">
      <w:pPr>
        <w:rPr>
          <w:bCs/>
          <w:sz w:val="20"/>
        </w:rPr>
      </w:pPr>
      <w:bookmarkStart w:id="10" w:name="OLE_LINK2"/>
      <w:bookmarkEnd w:id="10"/>
    </w:p>
    <w:sectPr w:rsidR="000A61BB" w:rsidRPr="00683F6D"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Id w16cid:paraId="6D733809" w16cid:durableId="27540F26"/>
  <w16cid:commentId w16cid:paraId="3AEDA3BE" w16cid:durableId="27595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9A880" w14:textId="77777777" w:rsidR="0088451D" w:rsidRDefault="0088451D">
      <w:r>
        <w:separator/>
      </w:r>
    </w:p>
  </w:endnote>
  <w:endnote w:type="continuationSeparator" w:id="0">
    <w:p w14:paraId="35FB4BED" w14:textId="77777777" w:rsidR="0088451D" w:rsidRDefault="00884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416E6" w14:textId="77777777" w:rsidR="0088451D" w:rsidRDefault="0088451D">
      <w:r>
        <w:separator/>
      </w:r>
    </w:p>
  </w:footnote>
  <w:footnote w:type="continuationSeparator" w:id="0">
    <w:p w14:paraId="747C80F8" w14:textId="77777777" w:rsidR="0088451D" w:rsidRDefault="00884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706ABE" w:rsidRPr="005B7E8B" w:rsidRDefault="00706ABE"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41E7"/>
    <w:rsid w:val="00034A8C"/>
    <w:rsid w:val="0003792B"/>
    <w:rsid w:val="00037D1B"/>
    <w:rsid w:val="00040608"/>
    <w:rsid w:val="00043B39"/>
    <w:rsid w:val="000474EB"/>
    <w:rsid w:val="00056A77"/>
    <w:rsid w:val="00056BA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44962"/>
    <w:rsid w:val="00145CD1"/>
    <w:rsid w:val="00152B7B"/>
    <w:rsid w:val="001539A6"/>
    <w:rsid w:val="0015754B"/>
    <w:rsid w:val="00163C37"/>
    <w:rsid w:val="00165570"/>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B01F7"/>
    <w:rsid w:val="001B0223"/>
    <w:rsid w:val="001B25B0"/>
    <w:rsid w:val="001B6EBE"/>
    <w:rsid w:val="001B6FB4"/>
    <w:rsid w:val="001B77CD"/>
    <w:rsid w:val="001C22B8"/>
    <w:rsid w:val="001C7E1E"/>
    <w:rsid w:val="001D26A8"/>
    <w:rsid w:val="001D5F9D"/>
    <w:rsid w:val="001E2AF0"/>
    <w:rsid w:val="001E3B59"/>
    <w:rsid w:val="001E5038"/>
    <w:rsid w:val="001E5B98"/>
    <w:rsid w:val="001F0175"/>
    <w:rsid w:val="001F0383"/>
    <w:rsid w:val="001F623B"/>
    <w:rsid w:val="00201E26"/>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2F55"/>
    <w:rsid w:val="002D6A5C"/>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58C9"/>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3CE8"/>
    <w:rsid w:val="00483E1F"/>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304"/>
    <w:rsid w:val="00510D61"/>
    <w:rsid w:val="00512176"/>
    <w:rsid w:val="00513E1C"/>
    <w:rsid w:val="005159B7"/>
    <w:rsid w:val="00520B29"/>
    <w:rsid w:val="005253A2"/>
    <w:rsid w:val="0053078B"/>
    <w:rsid w:val="00532C45"/>
    <w:rsid w:val="0054327D"/>
    <w:rsid w:val="00546703"/>
    <w:rsid w:val="00547D0A"/>
    <w:rsid w:val="00551A01"/>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4F2"/>
    <w:rsid w:val="005C29E6"/>
    <w:rsid w:val="005C7054"/>
    <w:rsid w:val="005D111E"/>
    <w:rsid w:val="005D404A"/>
    <w:rsid w:val="005D7743"/>
    <w:rsid w:val="005E0A7C"/>
    <w:rsid w:val="005E197A"/>
    <w:rsid w:val="005E2378"/>
    <w:rsid w:val="005E76A9"/>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6EC8"/>
    <w:rsid w:val="006575ED"/>
    <w:rsid w:val="00657798"/>
    <w:rsid w:val="00665954"/>
    <w:rsid w:val="00666317"/>
    <w:rsid w:val="006678C8"/>
    <w:rsid w:val="00674200"/>
    <w:rsid w:val="0067668A"/>
    <w:rsid w:val="00681FD4"/>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82CB8"/>
    <w:rsid w:val="00783E28"/>
    <w:rsid w:val="00785130"/>
    <w:rsid w:val="00786355"/>
    <w:rsid w:val="007868ED"/>
    <w:rsid w:val="00790C61"/>
    <w:rsid w:val="0079180D"/>
    <w:rsid w:val="00796475"/>
    <w:rsid w:val="007A1BF3"/>
    <w:rsid w:val="007A1D51"/>
    <w:rsid w:val="007A2A92"/>
    <w:rsid w:val="007A3AB3"/>
    <w:rsid w:val="007A42E9"/>
    <w:rsid w:val="007B136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451D"/>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E67"/>
    <w:rsid w:val="00905AF5"/>
    <w:rsid w:val="00906BF6"/>
    <w:rsid w:val="00907C1B"/>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63449"/>
    <w:rsid w:val="00A64CE9"/>
    <w:rsid w:val="00A664B2"/>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D6A9B"/>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669C"/>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C000DF"/>
    <w:rsid w:val="00C03448"/>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0A66"/>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5BB5"/>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teenuseekspertou@gmail.com" TargetMode="External"/><Relationship Id="rId3" Type="http://schemas.openxmlformats.org/officeDocument/2006/relationships/styles" Target="styles.xml"/><Relationship Id="rId21" Type="http://schemas.openxmlformats.org/officeDocument/2006/relationships/hyperlink" Target="http://www.rmk.ee"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raul.orgla@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mailto:teenuseekspertou@gmail.com"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enuseekspertou@gmail.co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9C0482"/>
    <w:rsid w:val="00A07D5E"/>
    <w:rsid w:val="00AE70FF"/>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F33ED-ACD8-4414-9418-5B95D93D8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7</TotalTime>
  <Pages>6</Pages>
  <Words>1778</Words>
  <Characters>14204</Characters>
  <Application>Microsoft Office Word</Application>
  <DocSecurity>0</DocSecurity>
  <Lines>118</Lines>
  <Paragraphs>31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5</cp:revision>
  <cp:lastPrinted>2008-07-14T13:18:00Z</cp:lastPrinted>
  <dcterms:created xsi:type="dcterms:W3CDTF">2023-01-17T10:11:00Z</dcterms:created>
  <dcterms:modified xsi:type="dcterms:W3CDTF">2023-01-17T10:32:00Z</dcterms:modified>
</cp:coreProperties>
</file>